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UR </w:t>
      </w:r>
      <w:r w:rsidRPr="004C0829">
        <w:rPr>
          <w:rFonts w:ascii="Corbel" w:hAnsi="Corbel"/>
          <w:bCs/>
          <w:i/>
        </w:rPr>
        <w:t xml:space="preserve"> nr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09A8C86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E3954">
        <w:rPr>
          <w:rFonts w:ascii="Corbel" w:hAnsi="Corbel"/>
          <w:smallCaps/>
          <w:sz w:val="24"/>
          <w:szCs w:val="24"/>
        </w:rPr>
        <w:t>202</w:t>
      </w:r>
      <w:r w:rsidR="00F64604">
        <w:rPr>
          <w:rFonts w:ascii="Corbel" w:hAnsi="Corbel"/>
          <w:smallCaps/>
          <w:sz w:val="24"/>
          <w:szCs w:val="24"/>
        </w:rPr>
        <w:t>2</w:t>
      </w:r>
      <w:r w:rsidR="00DC6D0C" w:rsidRPr="00EE3954">
        <w:rPr>
          <w:rFonts w:ascii="Corbel" w:hAnsi="Corbel"/>
          <w:smallCaps/>
          <w:sz w:val="24"/>
          <w:szCs w:val="24"/>
        </w:rPr>
        <w:t>-202</w:t>
      </w:r>
      <w:r w:rsidR="00F64604">
        <w:rPr>
          <w:rFonts w:ascii="Corbel" w:hAnsi="Corbel"/>
          <w:smallCaps/>
          <w:sz w:val="24"/>
          <w:szCs w:val="24"/>
        </w:rPr>
        <w:t>5</w:t>
      </w:r>
    </w:p>
    <w:p w14:paraId="6A743604" w14:textId="038CA6CD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F64604">
        <w:rPr>
          <w:rFonts w:ascii="Corbel" w:hAnsi="Corbel"/>
          <w:sz w:val="20"/>
          <w:szCs w:val="20"/>
        </w:rPr>
        <w:t>4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F64604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CC4E0A4" w:rsidR="00F02686" w:rsidRPr="004C0829" w:rsidRDefault="0014678E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78E">
              <w:rPr>
                <w:rFonts w:ascii="Corbel" w:hAnsi="Corbel"/>
                <w:b w:val="0"/>
                <w:sz w:val="24"/>
                <w:szCs w:val="24"/>
              </w:rPr>
              <w:t>E/I/GFiR/C-1.8b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2BF89C1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490B075" w:rsidR="003823BE" w:rsidRPr="004C0829" w:rsidRDefault="009F7A74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5FC96B6" w:rsidR="003823BE" w:rsidRPr="004C0829" w:rsidRDefault="0014678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1DF5AAD" w:rsidR="003823BE" w:rsidRPr="004C0829" w:rsidRDefault="0014678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1D69437B" w:rsidR="00E1719D" w:rsidRPr="004C0829" w:rsidRDefault="0014678E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4C08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lastRenderedPageBreak/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7DFD5FC7" w:rsidR="00F02686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24E1BDF1" w14:textId="5C5107CF" w:rsidR="00266C1B" w:rsidRDefault="00266C1B" w:rsidP="00266C1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266C1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03EA89EC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66C1B">
              <w:rPr>
                <w:rFonts w:ascii="Corbel" w:hAnsi="Corbel"/>
                <w:sz w:val="24"/>
                <w:szCs w:val="24"/>
              </w:rPr>
              <w:t>K_U0</w:t>
            </w:r>
            <w:r w:rsidR="00266C1B" w:rsidRPr="00266C1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02686" w:rsidRPr="004C0829" w14:paraId="54095297" w14:textId="77777777" w:rsidTr="00266C1B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  <w:shd w:val="clear" w:color="auto" w:fill="FFFFFF" w:themeFill="background1"/>
          </w:tcPr>
          <w:p w14:paraId="4662B6BD" w14:textId="223CC821" w:rsidR="00F02686" w:rsidRPr="004C0829" w:rsidRDefault="00266C1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0AD0A41A" w14:textId="62A97649" w:rsidR="00266C1B" w:rsidRDefault="00266C1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54BE7D0C" w14:textId="10D65D9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</w:t>
            </w:r>
            <w:r w:rsidR="00266C1B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4411750F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E2BE7D4" w:rsidR="00D45B17" w:rsidRPr="004C0829" w:rsidRDefault="00680A95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3989CE1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7C5BA9A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przedsiębiorstw (pod red. S. Wrzoska). „Prace Naukowe Uniwersytetu Ekonomicznego we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5E914" w14:textId="77777777" w:rsidR="00D12AC5" w:rsidRDefault="00D12AC5" w:rsidP="00C16ABF">
      <w:pPr>
        <w:spacing w:after="0" w:line="240" w:lineRule="auto"/>
      </w:pPr>
      <w:r>
        <w:separator/>
      </w:r>
    </w:p>
  </w:endnote>
  <w:endnote w:type="continuationSeparator" w:id="0">
    <w:p w14:paraId="487634ED" w14:textId="77777777" w:rsidR="00D12AC5" w:rsidRDefault="00D12A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1621D" w14:textId="77777777" w:rsidR="00D12AC5" w:rsidRDefault="00D12AC5" w:rsidP="00C16ABF">
      <w:pPr>
        <w:spacing w:after="0" w:line="240" w:lineRule="auto"/>
      </w:pPr>
      <w:r>
        <w:separator/>
      </w:r>
    </w:p>
  </w:footnote>
  <w:footnote w:type="continuationSeparator" w:id="0">
    <w:p w14:paraId="738CF890" w14:textId="77777777" w:rsidR="00D12AC5" w:rsidRDefault="00D12AC5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1173"/>
    <w:rsid w:val="00124BFF"/>
    <w:rsid w:val="0012560E"/>
    <w:rsid w:val="00127108"/>
    <w:rsid w:val="00131D48"/>
    <w:rsid w:val="00134B13"/>
    <w:rsid w:val="0014678E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144C0"/>
    <w:rsid w:val="00215FA7"/>
    <w:rsid w:val="0022477D"/>
    <w:rsid w:val="002278A9"/>
    <w:rsid w:val="002336F9"/>
    <w:rsid w:val="0024028F"/>
    <w:rsid w:val="00244ABC"/>
    <w:rsid w:val="00257BBF"/>
    <w:rsid w:val="00266C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77C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A95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B2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2AC5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751"/>
    <w:rsid w:val="00EC07A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64604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D826BE-994F-4874-8D04-4AA01BEF9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6B7C4C-9C38-4CD3-B140-E4A4FB5D7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10</TotalTime>
  <Pages>1</Pages>
  <Words>1118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7</cp:revision>
  <cp:lastPrinted>2019-02-06T12:12:00Z</cp:lastPrinted>
  <dcterms:created xsi:type="dcterms:W3CDTF">2022-06-03T07:27:00Z</dcterms:created>
  <dcterms:modified xsi:type="dcterms:W3CDTF">2022-09-21T18:56:00Z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